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95EC9" w14:textId="77777777" w:rsidR="00B8037F" w:rsidRDefault="00772308">
      <w:r>
        <w:rPr>
          <w:b/>
          <w:bCs/>
          <w:noProof/>
        </w:rPr>
        <w:drawing>
          <wp:inline distT="0" distB="0" distL="0" distR="0" wp14:anchorId="09195EC9" wp14:editId="09195ECA">
            <wp:extent cx="6063688" cy="8815008"/>
            <wp:effectExtent l="0" t="0" r="0" b="5142"/>
            <wp:docPr id="1045460750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63688" cy="881500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9195ECA" w14:textId="77777777" w:rsidR="00B8037F" w:rsidRDefault="00772308">
      <w:r>
        <w:rPr>
          <w:b/>
          <w:bCs/>
          <w:noProof/>
        </w:rPr>
        <w:lastRenderedPageBreak/>
        <w:drawing>
          <wp:inline distT="0" distB="0" distL="0" distR="0" wp14:anchorId="09195ECB" wp14:editId="09195ECC">
            <wp:extent cx="6046424" cy="7640964"/>
            <wp:effectExtent l="0" t="0" r="0" b="0"/>
            <wp:docPr id="1161585109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6424" cy="764096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9195ECB" w14:textId="77777777" w:rsidR="00B8037F" w:rsidRDefault="00B8037F">
      <w:pPr>
        <w:rPr>
          <w:b/>
          <w:bCs/>
        </w:rPr>
      </w:pPr>
    </w:p>
    <w:p w14:paraId="09195ECC" w14:textId="77777777" w:rsidR="00B8037F" w:rsidRDefault="00B8037F">
      <w:pPr>
        <w:rPr>
          <w:b/>
          <w:bCs/>
        </w:rPr>
      </w:pPr>
    </w:p>
    <w:p w14:paraId="09195ECD" w14:textId="77777777" w:rsidR="00B8037F" w:rsidRDefault="00B8037F">
      <w:pPr>
        <w:rPr>
          <w:b/>
          <w:bCs/>
        </w:rPr>
      </w:pPr>
    </w:p>
    <w:p w14:paraId="09195ECE" w14:textId="77777777" w:rsidR="00B8037F" w:rsidRDefault="00B8037F">
      <w:pPr>
        <w:rPr>
          <w:b/>
          <w:bCs/>
        </w:rPr>
      </w:pPr>
    </w:p>
    <w:p w14:paraId="09195ECF" w14:textId="77777777" w:rsidR="00B8037F" w:rsidRDefault="00B8037F">
      <w:pPr>
        <w:rPr>
          <w:b/>
          <w:bCs/>
        </w:rPr>
      </w:pPr>
    </w:p>
    <w:p w14:paraId="09195ED0" w14:textId="77777777" w:rsidR="00B8037F" w:rsidRDefault="00B8037F">
      <w:pPr>
        <w:rPr>
          <w:b/>
          <w:bCs/>
        </w:rPr>
      </w:pPr>
    </w:p>
    <w:sectPr w:rsidR="00B8037F">
      <w:pgSz w:w="11906" w:h="16838"/>
      <w:pgMar w:top="709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95ED1" w14:textId="77777777" w:rsidR="00000000" w:rsidRDefault="00772308">
      <w:pPr>
        <w:spacing w:after="0" w:line="240" w:lineRule="auto"/>
      </w:pPr>
      <w:r>
        <w:separator/>
      </w:r>
    </w:p>
  </w:endnote>
  <w:endnote w:type="continuationSeparator" w:id="0">
    <w:p w14:paraId="09195ED3" w14:textId="77777777" w:rsidR="00000000" w:rsidRDefault="00772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95ECD" w14:textId="77777777" w:rsidR="00000000" w:rsidRDefault="0077230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9195ECF" w14:textId="77777777" w:rsidR="00000000" w:rsidRDefault="007723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29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8037F"/>
    <w:rsid w:val="00772308"/>
    <w:rsid w:val="00B8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95EC9"/>
  <w15:docId w15:val="{124372A4-955F-4479-8103-51592FE9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Elena Drazdauskaitė</cp:lastModifiedBy>
  <cp:revision>2</cp:revision>
  <cp:lastPrinted>2023-07-04T07:40:00Z</cp:lastPrinted>
  <dcterms:created xsi:type="dcterms:W3CDTF">2023-07-04T07:40:00Z</dcterms:created>
  <dcterms:modified xsi:type="dcterms:W3CDTF">2023-07-04T07:40:00Z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2022-04-08T10:40:30Z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bb66ce69-6747-44ec-9e0e-f0166f0329f5</vt:lpwstr>
  </property>
  <property fmtid="{D5CDD505-2E9C-101B-9397-08002B2CF9AE}" pid="8" name="MSIP_Label_32ae7b5d-0aac-474b-ae2b-02c331ef2874_ContentBits">
    <vt:lpwstr>0</vt:lpwstr>
  </property>
</Properties>
</file>